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E03" w:rsidRDefault="00E00E03">
      <w:pPr>
        <w:pStyle w:val="Heading3"/>
      </w:pPr>
      <w:r>
        <w:rPr>
          <w:b/>
          <w:bCs/>
          <w:color w:val="000000"/>
        </w:rPr>
        <w:t>Example 3.7a</w:t>
      </w:r>
    </w:p>
    <w:p w:rsidR="00E00E03" w:rsidRDefault="00E00E03">
      <w:r>
        <w:rPr>
          <w:rStyle w:val="MapleInput"/>
          <w:rFonts w:cs="Courier New"/>
          <w:bCs/>
        </w:rPr>
        <w:t>&gt; restart:</w:t>
      </w:r>
    </w:p>
    <w:p w:rsidR="00E00E03" w:rsidRDefault="00E00E03">
      <w:r>
        <w:rPr>
          <w:rStyle w:val="MapleInput"/>
          <w:rFonts w:cs="Courier New"/>
          <w:bCs/>
        </w:rPr>
        <w:t>&gt; with(linalg):with(plots):</w:t>
      </w:r>
    </w:p>
    <w:p w:rsidR="00E00E03" w:rsidRDefault="00E00E03">
      <w:r>
        <w:rPr>
          <w:rStyle w:val="MapleInput"/>
          <w:rFonts w:cs="Courier New"/>
          <w:bCs/>
        </w:rPr>
        <w:t>&gt; N:=4;</w:t>
      </w:r>
    </w:p>
    <w:p w:rsidR="00E00E03" w:rsidRDefault="00E00E03">
      <w:pPr>
        <w:pStyle w:val="MapleOutput1"/>
      </w:pPr>
      <w:r>
        <w:rPr>
          <w:rStyle w:val="2DOutput"/>
          <w:position w:val="-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2pt">
            <v:imagedata r:id="rId5" o:title=""/>
          </v:shape>
        </w:pict>
      </w:r>
    </w:p>
    <w:p w:rsidR="00E00E03" w:rsidRDefault="00E00E03">
      <w:r>
        <w:rPr>
          <w:rStyle w:val="MapleInput"/>
          <w:rFonts w:cs="Courier New"/>
          <w:bCs/>
        </w:rPr>
        <w:t>&gt; L:=1;</w:t>
      </w:r>
    </w:p>
    <w:p w:rsidR="00E00E03" w:rsidRDefault="00E00E03">
      <w:pPr>
        <w:pStyle w:val="MapleOutput1"/>
      </w:pPr>
      <w:r>
        <w:rPr>
          <w:rStyle w:val="2DOutput"/>
          <w:position w:val="-7"/>
        </w:rPr>
        <w:pict>
          <v:shape id="_x0000_i1026" type="#_x0000_t75" style="width:22.5pt;height:12pt">
            <v:imagedata r:id="rId6" o:title=""/>
          </v:shape>
        </w:pict>
      </w:r>
    </w:p>
    <w:p w:rsidR="00E00E03" w:rsidRDefault="00E00E03">
      <w:r>
        <w:rPr>
          <w:rStyle w:val="MapleInput"/>
          <w:rFonts w:cs="Courier New"/>
          <w:bCs/>
        </w:rPr>
        <w:t>&gt; eq:=diff(y(x),x$2)-Pe*diff(y(x),x);</w:t>
      </w:r>
    </w:p>
    <w:p w:rsidR="00E00E03" w:rsidRDefault="00E00E03">
      <w:pPr>
        <w:pStyle w:val="MapleOutput1"/>
      </w:pPr>
      <w:r>
        <w:rPr>
          <w:rStyle w:val="2DOutput"/>
          <w:position w:val="-27"/>
        </w:rPr>
        <w:pict>
          <v:shape id="_x0000_i1027" type="#_x0000_t75" style="width:142.5pt;height:30pt">
            <v:imagedata r:id="rId7" o:title=""/>
          </v:shape>
        </w:pict>
      </w:r>
    </w:p>
    <w:p w:rsidR="00E00E03" w:rsidRDefault="00E00E03">
      <w:r>
        <w:rPr>
          <w:rStyle w:val="MapleInput"/>
          <w:rFonts w:cs="Courier New"/>
          <w:bCs/>
        </w:rPr>
        <w:t>&gt; bc1:=y(x)-1;</w:t>
      </w:r>
    </w:p>
    <w:p w:rsidR="00E00E03" w:rsidRDefault="00E00E03">
      <w:pPr>
        <w:pStyle w:val="MapleOutput1"/>
      </w:pPr>
      <w:r>
        <w:rPr>
          <w:rStyle w:val="2DOutput"/>
          <w:position w:val="-7"/>
        </w:rPr>
        <w:pict>
          <v:shape id="_x0000_i1028" type="#_x0000_t75" style="width:66pt;height:12pt">
            <v:imagedata r:id="rId8" o:title=""/>
          </v:shape>
        </w:pict>
      </w:r>
    </w:p>
    <w:p w:rsidR="00E00E03" w:rsidRDefault="00E00E03">
      <w:r>
        <w:rPr>
          <w:rStyle w:val="MapleInput"/>
          <w:rFonts w:cs="Courier New"/>
          <w:bCs/>
        </w:rPr>
        <w:t>&gt; bc2:=y(x);</w:t>
      </w:r>
    </w:p>
    <w:p w:rsidR="00E00E03" w:rsidRDefault="00E00E03">
      <w:pPr>
        <w:pStyle w:val="MapleOutput1"/>
      </w:pPr>
      <w:r>
        <w:rPr>
          <w:rStyle w:val="2DOutput"/>
          <w:position w:val="-7"/>
        </w:rPr>
        <w:pict>
          <v:shape id="_x0000_i1029" type="#_x0000_t75" style="width:47.25pt;height:12pt">
            <v:imagedata r:id="rId9" o:title=""/>
          </v:shape>
        </w:pict>
      </w:r>
    </w:p>
    <w:p w:rsidR="00E00E03" w:rsidRDefault="00E00E03">
      <w:r>
        <w:rPr>
          <w:color w:val="000000"/>
        </w:rPr>
        <w:t xml:space="preserve"> Central difference expressions for the second and first derivatives are</w:t>
      </w:r>
    </w:p>
    <w:p w:rsidR="00E00E03" w:rsidRDefault="00E00E03">
      <w:r>
        <w:rPr>
          <w:rStyle w:val="MapleInput"/>
          <w:rFonts w:cs="Courier New"/>
          <w:bCs/>
        </w:rPr>
        <w:t>&gt; d2ydx2:=(y[m+1]-2*y[m]+y[m-1])/h^2;</w:t>
      </w:r>
    </w:p>
    <w:p w:rsidR="00E00E03" w:rsidRDefault="00E00E03">
      <w:pPr>
        <w:pStyle w:val="MapleOutput1"/>
      </w:pPr>
      <w:r>
        <w:rPr>
          <w:rStyle w:val="2DOutput"/>
          <w:position w:val="-27"/>
        </w:rPr>
        <w:pict>
          <v:shape id="_x0000_i1030" type="#_x0000_t75" style="width:148.5pt;height:30.75pt">
            <v:imagedata r:id="rId10" o:title=""/>
          </v:shape>
        </w:pict>
      </w:r>
    </w:p>
    <w:p w:rsidR="00E00E03" w:rsidRDefault="00E00E03">
      <w:r>
        <w:rPr>
          <w:rStyle w:val="MapleInput"/>
          <w:rFonts w:cs="Courier New"/>
          <w:bCs/>
        </w:rPr>
        <w:t>&gt; dydx:=(y[m+1]-y[m-1])/2/h;</w:t>
      </w:r>
    </w:p>
    <w:p w:rsidR="00E00E03" w:rsidRDefault="00E00E03">
      <w:pPr>
        <w:pStyle w:val="MapleOutput1"/>
      </w:pPr>
      <w:r>
        <w:rPr>
          <w:rStyle w:val="2DOutput"/>
          <w:position w:val="-20"/>
        </w:rPr>
        <w:pict>
          <v:shape id="_x0000_i1031" type="#_x0000_t75" style="width:119.25pt;height:27.75pt">
            <v:imagedata r:id="rId11" o:title=""/>
          </v:shape>
        </w:pict>
      </w:r>
    </w:p>
    <w:p w:rsidR="00E00E03" w:rsidRDefault="00E00E03">
      <w:r>
        <w:rPr>
          <w:color w:val="000000"/>
        </w:rPr>
        <w:t xml:space="preserve"> The governing equation in finite difference form is:</w:t>
      </w:r>
    </w:p>
    <w:p w:rsidR="00E00E03" w:rsidRDefault="00E00E03">
      <w:r>
        <w:rPr>
          <w:rStyle w:val="MapleInput"/>
          <w:rFonts w:cs="Courier New"/>
          <w:bCs/>
        </w:rPr>
        <w:t>&gt; Eq[m]:=subs(diff(y(x),x$2)=d2ydx2,diff(y(x),x)=dydx,y(x)=y[m],x=m*h,eq);</w:t>
      </w:r>
    </w:p>
    <w:p w:rsidR="00E00E03" w:rsidRDefault="00E00E03">
      <w:pPr>
        <w:pStyle w:val="MapleOutput1"/>
      </w:pPr>
      <w:r>
        <w:rPr>
          <w:rStyle w:val="2DOutput"/>
          <w:position w:val="-27"/>
        </w:rPr>
        <w:pict>
          <v:shape id="_x0000_i1032" type="#_x0000_t75" style="width:260.25pt;height:30.75pt">
            <v:imagedata r:id="rId12" o:title=""/>
          </v:shape>
        </w:pict>
      </w:r>
    </w:p>
    <w:p w:rsidR="00E00E03" w:rsidRDefault="00E00E03">
      <w:r>
        <w:rPr>
          <w:color w:val="000000"/>
        </w:rPr>
        <w:t xml:space="preserve"> A 'for loop' can be written for the interior node points as</w:t>
      </w:r>
    </w:p>
    <w:p w:rsidR="00E00E03" w:rsidRDefault="00E00E03">
      <w:r>
        <w:rPr>
          <w:rStyle w:val="MapleInput"/>
          <w:rFonts w:cs="Courier New"/>
          <w:bCs/>
        </w:rPr>
        <w:t>&gt; for i to N do Eq[i]:=subs(m=i,Eq[m]);od;</w:t>
      </w:r>
    </w:p>
    <w:p w:rsidR="00E00E03" w:rsidRDefault="00E00E03">
      <w:pPr>
        <w:pStyle w:val="MapleOutput1"/>
      </w:pPr>
      <w:r>
        <w:rPr>
          <w:rStyle w:val="2DOutput"/>
          <w:position w:val="-27"/>
        </w:rPr>
        <w:pict>
          <v:shape id="_x0000_i1033" type="#_x0000_t75" style="width:189pt;height:30.75pt">
            <v:imagedata r:id="rId13" o:title=""/>
          </v:shape>
        </w:pict>
      </w:r>
    </w:p>
    <w:p w:rsidR="00E00E03" w:rsidRDefault="00E00E03">
      <w:pPr>
        <w:pStyle w:val="MapleOutput1"/>
      </w:pPr>
      <w:r>
        <w:rPr>
          <w:rStyle w:val="2DOutput"/>
          <w:position w:val="-27"/>
        </w:rPr>
        <w:pict>
          <v:shape id="_x0000_i1034" type="#_x0000_t75" style="width:189pt;height:30.75pt">
            <v:imagedata r:id="rId14" o:title=""/>
          </v:shape>
        </w:pict>
      </w:r>
    </w:p>
    <w:p w:rsidR="00E00E03" w:rsidRDefault="00E00E03">
      <w:pPr>
        <w:pStyle w:val="MapleOutput1"/>
      </w:pPr>
      <w:r>
        <w:rPr>
          <w:rStyle w:val="2DOutput"/>
          <w:position w:val="-27"/>
        </w:rPr>
        <w:pict>
          <v:shape id="_x0000_i1035" type="#_x0000_t75" style="width:189pt;height:30.75pt">
            <v:imagedata r:id="rId15" o:title=""/>
          </v:shape>
        </w:pict>
      </w:r>
    </w:p>
    <w:p w:rsidR="00E00E03" w:rsidRDefault="00E00E03">
      <w:pPr>
        <w:pStyle w:val="MapleOutput1"/>
      </w:pPr>
      <w:r>
        <w:rPr>
          <w:rStyle w:val="2DOutput"/>
          <w:position w:val="-27"/>
        </w:rPr>
        <w:pict>
          <v:shape id="_x0000_i1036" type="#_x0000_t75" style="width:189pt;height:30.75pt">
            <v:imagedata r:id="rId16" o:title=""/>
          </v:shape>
        </w:pict>
      </w:r>
    </w:p>
    <w:p w:rsidR="00E00E03" w:rsidRDefault="00E00E03">
      <w:r>
        <w:rPr>
          <w:rStyle w:val="MapleInput"/>
          <w:rFonts w:cs="Courier New"/>
          <w:bCs/>
        </w:rPr>
        <w:t>&gt; Eq[0]:=y[0]=1;</w:t>
      </w:r>
    </w:p>
    <w:p w:rsidR="00E00E03" w:rsidRDefault="00E00E03">
      <w:pPr>
        <w:pStyle w:val="MapleOutput1"/>
      </w:pPr>
      <w:r>
        <w:rPr>
          <w:rStyle w:val="2DOutput"/>
          <w:position w:val="-13"/>
        </w:rPr>
        <w:pict>
          <v:shape id="_x0000_i1037" type="#_x0000_t75" style="width:52.5pt;height:15pt">
            <v:imagedata r:id="rId17" o:title=""/>
          </v:shape>
        </w:pict>
      </w:r>
    </w:p>
    <w:p w:rsidR="00E00E03" w:rsidRDefault="00E00E03">
      <w:r>
        <w:rPr>
          <w:rStyle w:val="MapleInput"/>
          <w:rFonts w:cs="Courier New"/>
          <w:bCs/>
        </w:rPr>
        <w:t>&gt; Eq[N+1]:=y[N+1]=0;</w:t>
      </w:r>
    </w:p>
    <w:p w:rsidR="00E00E03" w:rsidRDefault="00E00E03">
      <w:pPr>
        <w:pStyle w:val="MapleOutput1"/>
      </w:pPr>
      <w:r>
        <w:rPr>
          <w:rStyle w:val="2DOutput"/>
          <w:position w:val="-13"/>
        </w:rPr>
        <w:pict>
          <v:shape id="_x0000_i1038" type="#_x0000_t75" style="width:52.5pt;height:15pt">
            <v:imagedata r:id="rId18" o:title=""/>
          </v:shape>
        </w:pict>
      </w:r>
    </w:p>
    <w:p w:rsidR="00E00E03" w:rsidRDefault="00E00E03">
      <w:r>
        <w:rPr>
          <w:rStyle w:val="MapleInput"/>
          <w:rFonts w:cs="Courier New"/>
          <w:bCs/>
        </w:rPr>
        <w:t>&gt; y[0]:=solve(Eq[0],y[0]);</w:t>
      </w:r>
    </w:p>
    <w:p w:rsidR="00E00E03" w:rsidRDefault="00E00E03">
      <w:pPr>
        <w:pStyle w:val="MapleOutput1"/>
      </w:pPr>
      <w:r>
        <w:rPr>
          <w:rStyle w:val="2DOutput"/>
          <w:position w:val="-13"/>
        </w:rPr>
        <w:pict>
          <v:shape id="_x0000_i1039" type="#_x0000_t75" style="width:26.25pt;height:15pt">
            <v:imagedata r:id="rId19" o:title=""/>
          </v:shape>
        </w:pict>
      </w:r>
    </w:p>
    <w:p w:rsidR="00E00E03" w:rsidRDefault="00E00E03">
      <w:r>
        <w:rPr>
          <w:rStyle w:val="MapleInput"/>
          <w:rFonts w:cs="Courier New"/>
          <w:bCs/>
        </w:rPr>
        <w:t>&gt; y[N+1]:=solve(Eq[N+1],y[N+1]);</w:t>
      </w:r>
    </w:p>
    <w:p w:rsidR="00E00E03" w:rsidRDefault="00E00E03">
      <w:pPr>
        <w:pStyle w:val="MapleOutput1"/>
      </w:pPr>
      <w:r>
        <w:rPr>
          <w:rStyle w:val="2DOutput"/>
          <w:position w:val="-13"/>
        </w:rPr>
        <w:pict>
          <v:shape id="_x0000_i1040" type="#_x0000_t75" style="width:26.25pt;height:15pt">
            <v:imagedata r:id="rId20" o:title=""/>
          </v:shape>
        </w:pict>
      </w:r>
    </w:p>
    <w:p w:rsidR="00E00E03" w:rsidRDefault="00E00E03">
      <w:r>
        <w:rPr>
          <w:rStyle w:val="MapleInput"/>
          <w:rFonts w:cs="Courier New"/>
          <w:bCs/>
        </w:rPr>
        <w:t>&gt; h:=L/(N+1);</w:t>
      </w:r>
    </w:p>
    <w:p w:rsidR="00E00E03" w:rsidRDefault="00E00E03">
      <w:pPr>
        <w:pStyle w:val="MapleOutput1"/>
      </w:pPr>
      <w:r>
        <w:rPr>
          <w:rStyle w:val="2DOutput"/>
          <w:position w:val="-22"/>
        </w:rPr>
        <w:pict>
          <v:shape id="_x0000_i1041" type="#_x0000_t75" style="width:29.25pt;height:24.75pt">
            <v:imagedata r:id="rId21" o:title=""/>
          </v:shape>
        </w:pict>
      </w:r>
    </w:p>
    <w:p w:rsidR="00E00E03" w:rsidRDefault="00E00E03">
      <w:r>
        <w:rPr>
          <w:rStyle w:val="MapleInput"/>
          <w:rFonts w:cs="Courier New"/>
          <w:bCs/>
        </w:rPr>
        <w:t>&gt; for i to N do Eq[i]:=eval(Eq[i]);od;</w:t>
      </w:r>
    </w:p>
    <w:p w:rsidR="00E00E03" w:rsidRDefault="00E00E03">
      <w:pPr>
        <w:pStyle w:val="MapleOutput1"/>
      </w:pPr>
      <w:r>
        <w:rPr>
          <w:rStyle w:val="2DOutput"/>
          <w:position w:val="-22"/>
        </w:rPr>
        <w:pict>
          <v:shape id="_x0000_i1042" type="#_x0000_t75" style="width:189pt;height:24.75pt">
            <v:imagedata r:id="rId22" o:title=""/>
          </v:shape>
        </w:pict>
      </w:r>
    </w:p>
    <w:p w:rsidR="00E00E03" w:rsidRDefault="00E00E03">
      <w:pPr>
        <w:pStyle w:val="MapleOutput1"/>
      </w:pPr>
      <w:r>
        <w:rPr>
          <w:rStyle w:val="2DOutput"/>
          <w:position w:val="-22"/>
        </w:rPr>
        <w:pict>
          <v:shape id="_x0000_i1043" type="#_x0000_t75" style="width:204pt;height:24.75pt">
            <v:imagedata r:id="rId23" o:title=""/>
          </v:shape>
        </w:pict>
      </w:r>
    </w:p>
    <w:p w:rsidR="00E00E03" w:rsidRDefault="00E00E03">
      <w:pPr>
        <w:pStyle w:val="MapleOutput1"/>
      </w:pPr>
      <w:r>
        <w:rPr>
          <w:rStyle w:val="2DOutput"/>
          <w:position w:val="-22"/>
        </w:rPr>
        <w:pict>
          <v:shape id="_x0000_i1044" type="#_x0000_t75" style="width:204pt;height:24.75pt">
            <v:imagedata r:id="rId24" o:title=""/>
          </v:shape>
        </w:pict>
      </w:r>
    </w:p>
    <w:p w:rsidR="00E00E03" w:rsidRDefault="00E00E03">
      <w:pPr>
        <w:pStyle w:val="MapleOutput1"/>
      </w:pPr>
      <w:r>
        <w:rPr>
          <w:rStyle w:val="2DOutput"/>
          <w:position w:val="-22"/>
        </w:rPr>
        <w:pict>
          <v:shape id="_x0000_i1045" type="#_x0000_t75" style="width:141.75pt;height:24.75pt">
            <v:imagedata r:id="rId25" o:title=""/>
          </v:shape>
        </w:pict>
      </w:r>
    </w:p>
    <w:p w:rsidR="00E00E03" w:rsidRDefault="00E00E03">
      <w:r>
        <w:rPr>
          <w:rStyle w:val="MapleInput"/>
          <w:rFonts w:cs="Courier New"/>
          <w:bCs/>
        </w:rPr>
        <w:t>&gt; eqs:=[seq(Eq[i],i=1..N)];</w:t>
      </w:r>
    </w:p>
    <w:p w:rsidR="00E00E03" w:rsidRDefault="00E00E03">
      <w:pPr>
        <w:pStyle w:val="MapleOutput1"/>
      </w:pPr>
      <w:r>
        <w:rPr>
          <w:rStyle w:val="2DOutput"/>
          <w:position w:val="-177"/>
        </w:rPr>
        <w:pict>
          <v:shape id="_x0000_i1046" type="#_x0000_t75" style="width:291pt;height:96.75pt">
            <v:imagedata r:id="rId26" o:title=""/>
          </v:shape>
        </w:pict>
      </w:r>
    </w:p>
    <w:p w:rsidR="00E00E03" w:rsidRDefault="00E00E03">
      <w:r>
        <w:rPr>
          <w:rStyle w:val="MapleInput"/>
          <w:rFonts w:cs="Courier New"/>
          <w:bCs/>
        </w:rPr>
        <w:t>&gt; vars:=[seq(y[i],i=1..N)];</w:t>
      </w:r>
    </w:p>
    <w:p w:rsidR="00E00E03" w:rsidRDefault="00E00E03">
      <w:pPr>
        <w:pStyle w:val="MapleOutput1"/>
      </w:pPr>
      <w:r>
        <w:rPr>
          <w:rStyle w:val="2DOutput"/>
          <w:position w:val="-13"/>
        </w:rPr>
        <w:pict>
          <v:shape id="_x0000_i1047" type="#_x0000_t75" style="width:89.25pt;height:15pt">
            <v:imagedata r:id="rId27" o:title=""/>
          </v:shape>
        </w:pict>
      </w:r>
    </w:p>
    <w:p w:rsidR="00E00E03" w:rsidRDefault="00E00E03">
      <w:r>
        <w:rPr>
          <w:rStyle w:val="MapleInput"/>
          <w:rFonts w:cs="Courier New"/>
          <w:bCs/>
        </w:rPr>
        <w:t>&gt; A:=genmatrix(eqs,vars,'B1');</w:t>
      </w:r>
    </w:p>
    <w:p w:rsidR="00E00E03" w:rsidRDefault="00E00E03">
      <w:pPr>
        <w:pStyle w:val="MapleOutput1"/>
      </w:pPr>
      <w:r>
        <w:rPr>
          <w:rStyle w:val="2DOutput"/>
          <w:position w:val="-123"/>
        </w:rPr>
        <w:pict>
          <v:shape id="_x0000_i1048" type="#_x0000_t75" style="width:243pt;height:117pt">
            <v:imagedata r:id="rId28" o:title=""/>
          </v:shape>
        </w:pict>
      </w:r>
    </w:p>
    <w:p w:rsidR="00E00E03" w:rsidRDefault="00E00E03">
      <w:r>
        <w:rPr>
          <w:rStyle w:val="MapleInput"/>
          <w:rFonts w:cs="Courier New"/>
          <w:bCs/>
        </w:rPr>
        <w:t>&gt; evalm(B1);</w:t>
      </w:r>
    </w:p>
    <w:p w:rsidR="00E00E03" w:rsidRDefault="00E00E03">
      <w:pPr>
        <w:pStyle w:val="MapleOutput1"/>
      </w:pPr>
      <w:r>
        <w:rPr>
          <w:rStyle w:val="2DOutput"/>
          <w:position w:val="-25"/>
        </w:rPr>
        <w:pict>
          <v:shape id="_x0000_i1049" type="#_x0000_t75" style="width:100.5pt;height:30pt">
            <v:imagedata r:id="rId29" o:title=""/>
          </v:shape>
        </w:pict>
      </w:r>
    </w:p>
    <w:p w:rsidR="00E00E03" w:rsidRDefault="00E00E03">
      <w:r>
        <w:rPr>
          <w:color w:val="000000"/>
        </w:rPr>
        <w:t>Maple generates a row vector, which can be converted to a column vector as:</w:t>
      </w:r>
    </w:p>
    <w:p w:rsidR="00E00E03" w:rsidRDefault="00E00E03">
      <w:r>
        <w:rPr>
          <w:rStyle w:val="MapleInput"/>
          <w:rFonts w:cs="Courier New"/>
          <w:bCs/>
        </w:rPr>
        <w:t>&gt; B:=matrix(N,1):for i to N do B[i,1]:=B1[i]:od:evalm(B);</w:t>
      </w:r>
    </w:p>
    <w:p w:rsidR="00E00E03" w:rsidRDefault="00E00E03">
      <w:pPr>
        <w:pStyle w:val="MapleOutput1"/>
      </w:pPr>
      <w:r>
        <w:rPr>
          <w:rStyle w:val="2DOutput"/>
          <w:position w:val="-80"/>
        </w:rPr>
        <w:pict>
          <v:shape id="_x0000_i1050" type="#_x0000_t75" style="width:69.75pt;height:78.75pt">
            <v:imagedata r:id="rId30" o:title=""/>
          </v:shape>
        </w:pict>
      </w:r>
    </w:p>
    <w:p w:rsidR="00E00E03" w:rsidRDefault="00E00E03">
      <w:r>
        <w:rPr>
          <w:color w:val="000000"/>
        </w:rPr>
        <w:t xml:space="preserve"> The solution is obtained as:</w:t>
      </w:r>
    </w:p>
    <w:p w:rsidR="00E00E03" w:rsidRDefault="00E00E03">
      <w:r>
        <w:rPr>
          <w:rStyle w:val="MapleInput"/>
          <w:rFonts w:cs="Courier New"/>
          <w:bCs/>
        </w:rPr>
        <w:t>&gt; X:=evalm(inverse(A)&amp;*B);</w:t>
      </w:r>
    </w:p>
    <w:p w:rsidR="00E00E03" w:rsidRDefault="00E00E03">
      <w:pPr>
        <w:pStyle w:val="MapleOutput1"/>
      </w:pPr>
      <w:r>
        <w:rPr>
          <w:rStyle w:val="2DOutput"/>
          <w:position w:val="-192"/>
        </w:rPr>
        <w:pict>
          <v:shape id="_x0000_i1051" type="#_x0000_t75" style="width:233.25pt;height:179.25pt">
            <v:imagedata r:id="rId31" o:title=""/>
          </v:shape>
        </w:pict>
      </w:r>
    </w:p>
    <w:p w:rsidR="00E00E03" w:rsidRDefault="00E00E03">
      <w:r>
        <w:rPr>
          <w:rStyle w:val="MapleInput"/>
          <w:rFonts w:cs="Courier New"/>
          <w:bCs/>
        </w:rPr>
        <w:t>&gt; for i to N do y[i]:=X[i,1];od;</w:t>
      </w:r>
    </w:p>
    <w:p w:rsidR="00E00E03" w:rsidRDefault="00E00E03">
      <w:pPr>
        <w:pStyle w:val="MapleOutput1"/>
      </w:pPr>
      <w:r>
        <w:rPr>
          <w:rStyle w:val="2DOutput"/>
          <w:position w:val="-28"/>
        </w:rPr>
        <w:pict>
          <v:shape id="_x0000_i1052" type="#_x0000_t75" style="width:173.25pt;height:40.5pt">
            <v:imagedata r:id="rId32" o:title=""/>
          </v:shape>
        </w:pict>
      </w:r>
    </w:p>
    <w:p w:rsidR="00E00E03" w:rsidRDefault="00E00E03">
      <w:pPr>
        <w:pStyle w:val="MapleOutput1"/>
      </w:pPr>
      <w:r>
        <w:rPr>
          <w:rStyle w:val="2DOutput"/>
          <w:position w:val="-28"/>
        </w:rPr>
        <w:pict>
          <v:shape id="_x0000_i1053" type="#_x0000_t75" style="width:222pt;height:40.5pt">
            <v:imagedata r:id="rId33" o:title=""/>
          </v:shape>
        </w:pict>
      </w:r>
    </w:p>
    <w:p w:rsidR="00E00E03" w:rsidRDefault="00E00E03">
      <w:pPr>
        <w:pStyle w:val="MapleOutput1"/>
      </w:pPr>
      <w:r>
        <w:rPr>
          <w:rStyle w:val="2DOutput"/>
          <w:position w:val="-28"/>
        </w:rPr>
        <w:pict>
          <v:shape id="_x0000_i1054" type="#_x0000_t75" style="width:162pt;height:40.5pt">
            <v:imagedata r:id="rId34" o:title=""/>
          </v:shape>
        </w:pict>
      </w:r>
    </w:p>
    <w:p w:rsidR="00E00E03" w:rsidRDefault="00E00E03">
      <w:pPr>
        <w:pStyle w:val="MapleOutput1"/>
      </w:pPr>
      <w:r>
        <w:rPr>
          <w:rStyle w:val="2DOutput"/>
          <w:position w:val="-28"/>
        </w:rPr>
        <w:pict>
          <v:shape id="_x0000_i1055" type="#_x0000_t75" style="width:168.75pt;height:40.5pt">
            <v:imagedata r:id="rId35" o:title=""/>
          </v:shape>
        </w:pict>
      </w:r>
    </w:p>
    <w:p w:rsidR="00E00E03" w:rsidRDefault="00E00E03">
      <w:r>
        <w:rPr>
          <w:rStyle w:val="MapleInput"/>
          <w:rFonts w:cs="Courier New"/>
          <w:bCs/>
        </w:rPr>
        <w:t>&gt; y[0]:=eval(y[0]);y[N+1]:=eval(y[N+1]);</w:t>
      </w:r>
    </w:p>
    <w:p w:rsidR="00E00E03" w:rsidRDefault="00E00E03">
      <w:pPr>
        <w:pStyle w:val="MapleOutput1"/>
      </w:pPr>
      <w:r>
        <w:rPr>
          <w:rStyle w:val="2DOutput"/>
          <w:position w:val="-13"/>
        </w:rPr>
        <w:pict>
          <v:shape id="_x0000_i1056" type="#_x0000_t75" style="width:26.25pt;height:15pt">
            <v:imagedata r:id="rId19" o:title=""/>
          </v:shape>
        </w:pict>
      </w:r>
    </w:p>
    <w:p w:rsidR="00E00E03" w:rsidRDefault="00E00E03">
      <w:pPr>
        <w:pStyle w:val="MapleOutput1"/>
      </w:pPr>
      <w:r>
        <w:rPr>
          <w:rStyle w:val="2DOutput"/>
          <w:position w:val="-13"/>
        </w:rPr>
        <w:pict>
          <v:shape id="_x0000_i1057" type="#_x0000_t75" style="width:26.25pt;height:15pt">
            <v:imagedata r:id="rId20" o:title=""/>
          </v:shape>
        </w:pict>
      </w:r>
    </w:p>
    <w:p w:rsidR="00E00E03" w:rsidRDefault="00E00E03">
      <w:r>
        <w:rPr>
          <w:color w:val="000000"/>
        </w:rPr>
        <w:t xml:space="preserve"> Next, the result obtained is compared with the exact analytical solution:</w:t>
      </w:r>
    </w:p>
    <w:p w:rsidR="00E00E03" w:rsidRDefault="00E00E03">
      <w:r>
        <w:rPr>
          <w:rStyle w:val="MapleInput"/>
          <w:rFonts w:cs="Courier New"/>
          <w:bCs/>
        </w:rPr>
        <w:t>&gt; ya:=(exp(Pe)-exp(Pe*x))/(exp(Pe)-1);</w:t>
      </w:r>
    </w:p>
    <w:p w:rsidR="00E00E03" w:rsidRDefault="00E00E03">
      <w:pPr>
        <w:pStyle w:val="MapleOutput1"/>
      </w:pPr>
      <w:r>
        <w:rPr>
          <w:rStyle w:val="2DOutput"/>
          <w:position w:val="-27"/>
        </w:rPr>
        <w:pict>
          <v:shape id="_x0000_i1058" type="#_x0000_t75" style="width:74.25pt;height:30pt">
            <v:imagedata r:id="rId36" o:title=""/>
          </v:shape>
        </w:pict>
      </w:r>
    </w:p>
    <w:p w:rsidR="00E00E03" w:rsidRDefault="00E00E03">
      <w:r>
        <w:rPr>
          <w:rStyle w:val="MapleInput"/>
          <w:rFonts w:cs="Courier New"/>
          <w:bCs/>
        </w:rPr>
        <w:t>&gt; p1:=plot([seq([i*h,subs(Pe=1,y[i])],i=0..N+1)],thickness=4,color=blue,axes=boxed):</w:t>
      </w:r>
    </w:p>
    <w:p w:rsidR="00E00E03" w:rsidRDefault="00E00E03">
      <w:r>
        <w:rPr>
          <w:rStyle w:val="MapleInput"/>
          <w:rFonts w:cs="Courier New"/>
          <w:bCs/>
        </w:rPr>
        <w:t>&gt; p2:=plot(subs(Pe=1,ya),x=0..1,thickness=8,color=brown,axes=boxed,linestyle=2):</w:t>
      </w:r>
    </w:p>
    <w:p w:rsidR="00E00E03" w:rsidRDefault="00E00E03">
      <w:r>
        <w:rPr>
          <w:rStyle w:val="MapleInput"/>
          <w:rFonts w:cs="Courier New"/>
          <w:bCs/>
        </w:rPr>
        <w:t>&gt; display(</w:t>
      </w:r>
      <w:smartTag w:uri="isiresearchsoft-com/cwyw" w:element="citation">
        <w:r>
          <w:rPr>
            <w:rStyle w:val="MapleInput"/>
            <w:rFonts w:cs="Courier New"/>
            <w:bCs/>
          </w:rPr>
          <w:t>{p1,p2}</w:t>
        </w:r>
      </w:smartTag>
      <w:r>
        <w:rPr>
          <w:rStyle w:val="MapleInput"/>
          <w:rFonts w:cs="Courier New"/>
          <w:bCs/>
        </w:rPr>
        <w:t>,title="Figure Exp. 3.1.9.",labels=[x,"y"]);</w:t>
      </w:r>
    </w:p>
    <w:p w:rsidR="00E00E03" w:rsidRDefault="00E00E03">
      <w:pPr>
        <w:pStyle w:val="MaplePlot1"/>
      </w:pPr>
      <w:r w:rsidRPr="00803DF3">
        <w:rPr>
          <w:rStyle w:val="MaplePlot"/>
        </w:rPr>
        <w:pict>
          <v:shape id="_x0000_i1059" type="#_x0000_t75" style="width:272.25pt;height:272.25pt">
            <v:imagedata r:id="rId37" o:title=""/>
          </v:shape>
        </w:pict>
      </w:r>
    </w:p>
    <w:p w:rsidR="00E00E03" w:rsidRDefault="00E00E03">
      <w:r>
        <w:rPr>
          <w:rStyle w:val="Text"/>
        </w:rPr>
        <w:t>We observe that both the finite difference solution and the analytical solution match exactly when the Peclet number is 1.  New plots can be obtained for different values of the Peclet number as follows:</w:t>
      </w:r>
    </w:p>
    <w:p w:rsidR="00E00E03" w:rsidRDefault="00E00E03">
      <w:r>
        <w:rPr>
          <w:rStyle w:val="MapleInput"/>
          <w:rFonts w:cs="Courier New"/>
          <w:bCs/>
        </w:rPr>
        <w:t>&gt; p1:=plot([seq([i*h,subs(Pe=50,y[i])],i=0..N+1)],color=blue,thickness=4,axes=boxed):</w:t>
      </w:r>
    </w:p>
    <w:p w:rsidR="00E00E03" w:rsidRDefault="00E00E03">
      <w:r>
        <w:rPr>
          <w:rStyle w:val="MapleInput"/>
          <w:rFonts w:cs="Courier New"/>
          <w:bCs/>
        </w:rPr>
        <w:t>&gt; p2:=plot(subs(Pe=50,ya),x=0..1,thickness=5,color=brown,axes=boxed,linestyle=2):</w:t>
      </w:r>
    </w:p>
    <w:p w:rsidR="00E00E03" w:rsidRDefault="00E00E03">
      <w:r>
        <w:rPr>
          <w:rStyle w:val="MapleInput"/>
          <w:rFonts w:cs="Courier New"/>
          <w:bCs/>
        </w:rPr>
        <w:t>&gt; display(</w:t>
      </w:r>
      <w:smartTag w:uri="isiresearchsoft-com/cwyw" w:element="citation">
        <w:r>
          <w:rPr>
            <w:rStyle w:val="MapleInput"/>
            <w:rFonts w:cs="Courier New"/>
            <w:bCs/>
          </w:rPr>
          <w:t>{p1,p2}</w:t>
        </w:r>
      </w:smartTag>
      <w:r>
        <w:rPr>
          <w:rStyle w:val="MapleInput"/>
          <w:rFonts w:cs="Courier New"/>
          <w:bCs/>
        </w:rPr>
        <w:t>,title="Figure Exp. 3.1.10.",labels=[x,"y"]);</w:t>
      </w:r>
    </w:p>
    <w:p w:rsidR="00E00E03" w:rsidRDefault="00E00E03">
      <w:pPr>
        <w:pStyle w:val="MaplePlot1"/>
        <w:rPr>
          <w:rStyle w:val="MaplePlot"/>
        </w:rPr>
      </w:pPr>
      <w:r w:rsidRPr="00803DF3">
        <w:rPr>
          <w:rStyle w:val="MaplePlot"/>
        </w:rPr>
        <w:pict>
          <v:shape id="_x0000_i1060" type="#_x0000_t75" style="width:323.25pt;height:242.25pt">
            <v:imagedata r:id="rId38" o:title=""/>
          </v:shape>
        </w:pict>
      </w:r>
    </w:p>
    <w:p w:rsidR="00E00E03" w:rsidRDefault="00E00E03">
      <w:pPr>
        <w:pStyle w:val="MaplePlot1"/>
      </w:pPr>
    </w:p>
    <w:p w:rsidR="00E00E03" w:rsidRDefault="00E00E03">
      <w:r>
        <w:rPr>
          <w:color w:val="000000"/>
        </w:rPr>
        <w:t xml:space="preserve"> This shows that for Pe = 50, four interior node points are not enough and we observe oscillations.</w:t>
      </w:r>
      <w:r>
        <w:rPr>
          <w:color w:val="000000"/>
          <w:vertAlign w:val="superscript"/>
        </w:rPr>
        <w:t>[11][12]</w:t>
      </w:r>
      <w:r>
        <w:rPr>
          <w:color w:val="000000"/>
        </w:rPr>
        <w:t xml:space="preserve">  This happens usually when central difference approximations are used for the convective term </w:t>
      </w:r>
      <w:r>
        <w:rPr>
          <w:color w:val="000000"/>
          <w:position w:val="-22"/>
        </w:rPr>
        <w:pict>
          <v:shape id="_x0000_i1061" type="#_x0000_t75" style="width:31.5pt;height:24.75pt">
            <v:imagedata r:id="rId39" o:title=""/>
          </v:shape>
        </w:pict>
      </w:r>
      <w:r>
        <w:rPr>
          <w:color w:val="000000"/>
        </w:rPr>
        <w:t>.  Use a forward approximation for the first derivative to solve this problem.  Only dydx in the Maple program needs to be changed:</w:t>
      </w:r>
    </w:p>
    <w:sectPr w:rsidR="00E00E03" w:rsidSect="002862A0">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ymbolPi">
    <w:panose1 w:val="02000500070000020004"/>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bullet"/>
      <w:lvlText w:val="￧"/>
      <w:lvlJc w:val="left"/>
      <w:rPr>
        <w:rFonts w:ascii="Courier New" w:hAnsi="Courier New" w:hint="default"/>
      </w:rPr>
    </w:lvl>
  </w:abstractNum>
  <w:abstractNum w:abstractNumId="1">
    <w:nsid w:val="00000002"/>
    <w:multiLevelType w:val="singleLevel"/>
    <w:tmpl w:val="00000002"/>
    <w:lvl w:ilvl="0">
      <w:start w:val="1"/>
      <w:numFmt w:val="bullet"/>
      <w:lvlText w:val="-"/>
      <w:lvlJc w:val="left"/>
      <w:rPr>
        <w:rFonts w:ascii="Courier New" w:hAnsi="Courier New"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08A2"/>
    <w:rsid w:val="002862A0"/>
    <w:rsid w:val="00803DF3"/>
    <w:rsid w:val="008A08A2"/>
    <w:rsid w:val="00A27B75"/>
    <w:rsid w:val="00E00E03"/>
    <w:rsid w:val="00FD1F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isiresearchsoft-com/cwyw" w:name="citat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pPr>
      <w:spacing w:before="80" w:after="160"/>
      <w:outlineLvl w:val="0"/>
    </w:pPr>
  </w:style>
  <w:style w:type="paragraph" w:styleId="Heading2">
    <w:name w:val="heading 2"/>
    <w:basedOn w:val="Normal"/>
    <w:next w:val="Normal"/>
    <w:link w:val="Heading2Char"/>
    <w:uiPriority w:val="99"/>
    <w:qFormat/>
    <w:pPr>
      <w:spacing w:before="40" w:after="160"/>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674B"/>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B674B"/>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B674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B674B"/>
    <w:rPr>
      <w:rFonts w:asciiTheme="minorHAnsi" w:eastAsiaTheme="minorEastAsia" w:hAnsiTheme="minorHAnsi" w:cstheme="minorBidi"/>
      <w:b/>
      <w:bCs/>
      <w:sz w:val="28"/>
      <w:szCs w:val="28"/>
    </w:rPr>
  </w:style>
  <w:style w:type="character" w:customStyle="1" w:styleId="OrderedList1">
    <w:name w:val="Ordered List 1"/>
    <w:uiPriority w:val="99"/>
    <w:rPr>
      <w:color w:val="000000"/>
    </w:rPr>
  </w:style>
  <w:style w:type="character" w:customStyle="1" w:styleId="LeftJustifiedMapleOutput">
    <w:name w:val="Left Justified Maple Output"/>
    <w:uiPriority w:val="99"/>
    <w:rPr>
      <w:color w:val="000000"/>
    </w:rPr>
  </w:style>
  <w:style w:type="character" w:customStyle="1" w:styleId="Help">
    <w:name w:val="Help"/>
    <w:uiPriority w:val="99"/>
    <w:rPr>
      <w:rFonts w:ascii="Courier New" w:hAnsi="Courier New"/>
      <w:color w:val="0000FF"/>
      <w:sz w:val="18"/>
    </w:rPr>
  </w:style>
  <w:style w:type="character" w:customStyle="1" w:styleId="HelpVariable">
    <w:name w:val="Help Variable"/>
    <w:uiPriority w:val="99"/>
    <w:rPr>
      <w:rFonts w:ascii="Courier New" w:hAnsi="Courier New"/>
      <w:color w:val="000000"/>
    </w:rPr>
  </w:style>
  <w:style w:type="character" w:customStyle="1" w:styleId="Text">
    <w:name w:val="Text"/>
    <w:uiPriority w:val="99"/>
    <w:rPr>
      <w:color w:val="000000"/>
    </w:rPr>
  </w:style>
  <w:style w:type="character" w:customStyle="1" w:styleId="Diagnostic">
    <w:name w:val="Diagnostic"/>
    <w:uiPriority w:val="99"/>
    <w:rPr>
      <w:rFonts w:ascii="Courier New" w:hAnsi="Courier New"/>
      <w:color w:val="408040"/>
      <w:sz w:val="20"/>
    </w:rPr>
  </w:style>
  <w:style w:type="character" w:customStyle="1" w:styleId="HelpBold">
    <w:name w:val="Help Bold"/>
    <w:uiPriority w:val="99"/>
    <w:rPr>
      <w:b/>
      <w:color w:val="000000"/>
    </w:rPr>
  </w:style>
  <w:style w:type="character" w:styleId="PageNumber">
    <w:name w:val="page number"/>
    <w:basedOn w:val="DefaultParagraphFont"/>
    <w:uiPriority w:val="99"/>
    <w:rPr>
      <w:rFonts w:cs="Times New Roman"/>
      <w:color w:val="000000"/>
    </w:rPr>
  </w:style>
  <w:style w:type="character" w:customStyle="1" w:styleId="2DMathItalicSmall">
    <w:name w:val="2D Math Italic Small"/>
    <w:uiPriority w:val="99"/>
    <w:rPr>
      <w:i/>
      <w:color w:val="000000"/>
      <w:sz w:val="2"/>
    </w:rPr>
  </w:style>
  <w:style w:type="character" w:customStyle="1" w:styleId="OrderedList3">
    <w:name w:val="Ordered List 3"/>
    <w:uiPriority w:val="99"/>
    <w:rPr>
      <w:color w:val="000000"/>
    </w:rPr>
  </w:style>
  <w:style w:type="character" w:customStyle="1" w:styleId="HelpNonterminal">
    <w:name w:val="Help Nonterminal"/>
    <w:uiPriority w:val="99"/>
    <w:rPr>
      <w:rFonts w:ascii="Courier New" w:hAnsi="Courier New"/>
      <w:b/>
      <w:color w:val="000000"/>
    </w:rPr>
  </w:style>
  <w:style w:type="character" w:customStyle="1" w:styleId="Default">
    <w:name w:val="Default"/>
    <w:uiPriority w:val="99"/>
    <w:rPr>
      <w:color w:val="000000"/>
    </w:rPr>
  </w:style>
  <w:style w:type="character" w:customStyle="1" w:styleId="MapleComment">
    <w:name w:val="Maple Comment"/>
    <w:uiPriority w:val="99"/>
    <w:rPr>
      <w:rFonts w:ascii="Courier New" w:hAnsi="Courier New"/>
      <w:b/>
      <w:color w:val="000000"/>
    </w:rPr>
  </w:style>
  <w:style w:type="character" w:customStyle="1" w:styleId="2DMathSmall">
    <w:name w:val="2D Math Small"/>
    <w:uiPriority w:val="99"/>
    <w:rPr>
      <w:color w:val="000000"/>
      <w:sz w:val="2"/>
    </w:rPr>
  </w:style>
  <w:style w:type="character" w:customStyle="1" w:styleId="MapleInput">
    <w:name w:val="Maple Input"/>
    <w:uiPriority w:val="99"/>
    <w:rPr>
      <w:rFonts w:ascii="Courier New" w:hAnsi="Courier New"/>
      <w:b/>
      <w:color w:val="FF0000"/>
    </w:rPr>
  </w:style>
  <w:style w:type="character" w:customStyle="1" w:styleId="AnnotationTitle">
    <w:name w:val="Annotation Title"/>
    <w:uiPriority w:val="99"/>
    <w:rPr>
      <w:b/>
      <w:color w:val="000000"/>
      <w:sz w:val="36"/>
    </w:rPr>
  </w:style>
  <w:style w:type="character" w:customStyle="1" w:styleId="HelpFixed">
    <w:name w:val="Help Fixed"/>
    <w:uiPriority w:val="99"/>
    <w:rPr>
      <w:rFonts w:ascii="Courier New" w:hAnsi="Courier New"/>
      <w:color w:val="000000"/>
      <w:sz w:val="20"/>
    </w:rPr>
  </w:style>
  <w:style w:type="character" w:customStyle="1" w:styleId="2DInertOutput">
    <w:name w:val="2D Inert Output"/>
    <w:uiPriority w:val="99"/>
    <w:rPr>
      <w:color w:val="909090"/>
    </w:rPr>
  </w:style>
  <w:style w:type="character" w:customStyle="1" w:styleId="Popup">
    <w:name w:val="Popup"/>
    <w:uiPriority w:val="99"/>
    <w:rPr>
      <w:i/>
      <w:color w:val="008080"/>
      <w:u w:val="single"/>
    </w:rPr>
  </w:style>
  <w:style w:type="character" w:customStyle="1" w:styleId="PlotTitle">
    <w:name w:val="Plot Title"/>
    <w:uiPriority w:val="99"/>
    <w:rPr>
      <w:b/>
      <w:color w:val="000000"/>
      <w:sz w:val="20"/>
    </w:rPr>
  </w:style>
  <w:style w:type="character" w:customStyle="1" w:styleId="Copyright">
    <w:name w:val="Copyright"/>
    <w:uiPriority w:val="99"/>
    <w:rPr>
      <w:color w:val="000000"/>
      <w:sz w:val="20"/>
    </w:rPr>
  </w:style>
  <w:style w:type="character" w:customStyle="1" w:styleId="2DInput">
    <w:name w:val="2D Input"/>
    <w:uiPriority w:val="99"/>
    <w:rPr>
      <w:color w:val="FF0000"/>
    </w:rPr>
  </w:style>
  <w:style w:type="character" w:customStyle="1" w:styleId="MapleInputPlaceholder">
    <w:name w:val="Maple Input Placeholder"/>
    <w:uiPriority w:val="99"/>
    <w:rPr>
      <w:rFonts w:ascii="Courier New" w:hAnsi="Courier New"/>
      <w:b/>
      <w:color w:val="C800C8"/>
    </w:rPr>
  </w:style>
  <w:style w:type="character" w:customStyle="1" w:styleId="2DMathBoldSmall">
    <w:name w:val="2D Math Bold Small"/>
    <w:uiPriority w:val="99"/>
    <w:rPr>
      <w:b/>
      <w:color w:val="000000"/>
      <w:sz w:val="2"/>
    </w:rPr>
  </w:style>
  <w:style w:type="character" w:customStyle="1" w:styleId="2DMath">
    <w:name w:val="2D Math"/>
    <w:uiPriority w:val="99"/>
    <w:rPr>
      <w:color w:val="000000"/>
    </w:rPr>
  </w:style>
  <w:style w:type="character" w:customStyle="1" w:styleId="FixedWidth">
    <w:name w:val="Fixed Width"/>
    <w:uiPriority w:val="99"/>
    <w:rPr>
      <w:rFonts w:ascii="Courier New" w:hAnsi="Courier New"/>
      <w:color w:val="000000"/>
      <w:sz w:val="20"/>
    </w:rPr>
  </w:style>
  <w:style w:type="character" w:customStyle="1" w:styleId="Error">
    <w:name w:val="Error"/>
    <w:uiPriority w:val="99"/>
    <w:rPr>
      <w:rFonts w:ascii="Courier New" w:hAnsi="Courier New"/>
      <w:color w:val="FF00FF"/>
      <w:sz w:val="20"/>
    </w:rPr>
  </w:style>
  <w:style w:type="character" w:customStyle="1" w:styleId="AnnotationText">
    <w:name w:val="Annotation Text"/>
    <w:uiPriority w:val="99"/>
    <w:rPr>
      <w:color w:val="000000"/>
    </w:rPr>
  </w:style>
  <w:style w:type="character" w:customStyle="1" w:styleId="HelpNotes">
    <w:name w:val="Help Notes"/>
    <w:uiPriority w:val="99"/>
    <w:rPr>
      <w:b/>
      <w:color w:val="000000"/>
    </w:rPr>
  </w:style>
  <w:style w:type="paragraph" w:styleId="Title">
    <w:name w:val="Title"/>
    <w:basedOn w:val="Normal"/>
    <w:link w:val="TitleChar"/>
    <w:uiPriority w:val="99"/>
    <w:qFormat/>
    <w:pPr>
      <w:spacing w:before="240" w:after="240"/>
      <w:jc w:val="center"/>
    </w:pPr>
  </w:style>
  <w:style w:type="character" w:customStyle="1" w:styleId="TitleChar">
    <w:name w:val="Title Char"/>
    <w:basedOn w:val="DefaultParagraphFont"/>
    <w:link w:val="Title"/>
    <w:uiPriority w:val="10"/>
    <w:rsid w:val="008B674B"/>
    <w:rPr>
      <w:rFonts w:asciiTheme="majorHAnsi" w:eastAsiaTheme="majorEastAsia" w:hAnsiTheme="majorHAnsi" w:cstheme="majorBidi"/>
      <w:b/>
      <w:bCs/>
      <w:kern w:val="28"/>
      <w:sz w:val="32"/>
      <w:szCs w:val="32"/>
    </w:rPr>
  </w:style>
  <w:style w:type="character" w:customStyle="1" w:styleId="HelpUnderlinedBold">
    <w:name w:val="Help Underlined Bold"/>
    <w:uiPriority w:val="99"/>
    <w:rPr>
      <w:b/>
      <w:i/>
      <w:color w:val="000000"/>
    </w:rPr>
  </w:style>
  <w:style w:type="character" w:styleId="Hyperlink">
    <w:name w:val="Hyperlink"/>
    <w:basedOn w:val="DefaultParagraphFont"/>
    <w:uiPriority w:val="99"/>
    <w:rPr>
      <w:rFonts w:cs="Times New Roman"/>
      <w:color w:val="008080"/>
      <w:u w:val="single"/>
    </w:rPr>
  </w:style>
  <w:style w:type="character" w:customStyle="1" w:styleId="2DMathSymbol2">
    <w:name w:val="2D Math Symbol 2"/>
    <w:uiPriority w:val="99"/>
    <w:rPr>
      <w:rFonts w:ascii="SymbolPi" w:hAnsi="SymbolPi"/>
      <w:color w:val="000000"/>
    </w:rPr>
  </w:style>
  <w:style w:type="character" w:customStyle="1" w:styleId="Normal256">
    <w:name w:val="Normal256"/>
    <w:uiPriority w:val="99"/>
    <w:rPr>
      <w:color w:val="000000"/>
      <w:sz w:val="20"/>
    </w:rPr>
  </w:style>
  <w:style w:type="character" w:customStyle="1" w:styleId="OrderedList5">
    <w:name w:val="Ordered List 5"/>
    <w:uiPriority w:val="99"/>
    <w:rPr>
      <w:color w:val="000000"/>
    </w:rPr>
  </w:style>
  <w:style w:type="character" w:customStyle="1" w:styleId="TextOutput">
    <w:name w:val="Text Output"/>
    <w:uiPriority w:val="99"/>
    <w:rPr>
      <w:rFonts w:ascii="Courier New" w:hAnsi="Courier New"/>
      <w:color w:val="0000FF"/>
      <w:sz w:val="20"/>
    </w:rPr>
  </w:style>
  <w:style w:type="character" w:customStyle="1" w:styleId="BulletItem">
    <w:name w:val="Bullet Item"/>
    <w:uiPriority w:val="99"/>
    <w:rPr>
      <w:color w:val="000000"/>
    </w:rPr>
  </w:style>
  <w:style w:type="character" w:customStyle="1" w:styleId="EquationLabel">
    <w:name w:val="Equation Label"/>
    <w:uiPriority w:val="99"/>
    <w:rPr>
      <w:b/>
      <w:color w:val="000000"/>
    </w:rPr>
  </w:style>
  <w:style w:type="character" w:customStyle="1" w:styleId="Author">
    <w:name w:val="Author"/>
    <w:uiPriority w:val="99"/>
    <w:rPr>
      <w:color w:val="000000"/>
    </w:rPr>
  </w:style>
  <w:style w:type="character" w:customStyle="1" w:styleId="PlotText">
    <w:name w:val="Plot Text"/>
    <w:uiPriority w:val="99"/>
    <w:rPr>
      <w:color w:val="000000"/>
      <w:sz w:val="16"/>
    </w:rPr>
  </w:style>
  <w:style w:type="character" w:customStyle="1" w:styleId="MaplePlot">
    <w:name w:val="Maple Plot"/>
    <w:uiPriority w:val="99"/>
    <w:rPr>
      <w:color w:val="000000"/>
    </w:rPr>
  </w:style>
  <w:style w:type="character" w:customStyle="1" w:styleId="HelpItalic">
    <w:name w:val="Help Italic"/>
    <w:uiPriority w:val="99"/>
    <w:rPr>
      <w:i/>
      <w:color w:val="000000"/>
    </w:rPr>
  </w:style>
  <w:style w:type="character" w:customStyle="1" w:styleId="HelpHeading">
    <w:name w:val="Help Heading"/>
    <w:uiPriority w:val="99"/>
    <w:rPr>
      <w:b/>
      <w:color w:val="000000"/>
      <w:sz w:val="28"/>
    </w:rPr>
  </w:style>
  <w:style w:type="character" w:customStyle="1" w:styleId="OutputLabels">
    <w:name w:val="Output Labels"/>
    <w:uiPriority w:val="99"/>
    <w:rPr>
      <w:color w:val="000000"/>
      <w:sz w:val="16"/>
    </w:rPr>
  </w:style>
  <w:style w:type="character" w:customStyle="1" w:styleId="HelpNormal">
    <w:name w:val="Help Normal"/>
    <w:uiPriority w:val="99"/>
    <w:rPr>
      <w:color w:val="000000"/>
    </w:rPr>
  </w:style>
  <w:style w:type="character" w:customStyle="1" w:styleId="2DComment">
    <w:name w:val="2D Comment"/>
    <w:uiPriority w:val="99"/>
    <w:rPr>
      <w:color w:val="000000"/>
    </w:rPr>
  </w:style>
  <w:style w:type="character" w:customStyle="1" w:styleId="2DOutput">
    <w:name w:val="2D Output"/>
    <w:uiPriority w:val="99"/>
    <w:rPr>
      <w:color w:val="0000FF"/>
    </w:rPr>
  </w:style>
  <w:style w:type="character" w:customStyle="1" w:styleId="HelpMapleName">
    <w:name w:val="Help Maple Name"/>
    <w:uiPriority w:val="99"/>
    <w:rPr>
      <w:b/>
      <w:color w:val="68405C"/>
    </w:rPr>
  </w:style>
  <w:style w:type="character" w:customStyle="1" w:styleId="DictionaryHyperlink">
    <w:name w:val="Dictionary Hyperlink"/>
    <w:uiPriority w:val="99"/>
    <w:rPr>
      <w:color w:val="93000F"/>
      <w:u w:val="single"/>
    </w:rPr>
  </w:style>
  <w:style w:type="character" w:customStyle="1" w:styleId="HelpEmphasized">
    <w:name w:val="Help Emphasized"/>
    <w:uiPriority w:val="99"/>
    <w:rPr>
      <w:i/>
      <w:color w:val="000000"/>
    </w:rPr>
  </w:style>
  <w:style w:type="character" w:customStyle="1" w:styleId="HelpItalicBold">
    <w:name w:val="Help Italic Bold"/>
    <w:uiPriority w:val="99"/>
    <w:rPr>
      <w:i/>
      <w:color w:val="000000"/>
    </w:rPr>
  </w:style>
  <w:style w:type="character" w:customStyle="1" w:styleId="DashItem">
    <w:name w:val="Dash Item"/>
    <w:uiPriority w:val="99"/>
    <w:rPr>
      <w:color w:val="000000"/>
    </w:rPr>
  </w:style>
  <w:style w:type="character" w:customStyle="1" w:styleId="HelpMenus">
    <w:name w:val="Help Menus"/>
    <w:uiPriority w:val="99"/>
    <w:rPr>
      <w:b/>
      <w:color w:val="000000"/>
    </w:rPr>
  </w:style>
  <w:style w:type="character" w:customStyle="1" w:styleId="LaTeX">
    <w:name w:val="LaTeX"/>
    <w:uiPriority w:val="99"/>
    <w:rPr>
      <w:color w:val="000000"/>
    </w:rPr>
  </w:style>
  <w:style w:type="character" w:customStyle="1" w:styleId="OrderedList4">
    <w:name w:val="Ordered List 4"/>
    <w:uiPriority w:val="99"/>
    <w:rPr>
      <w:color w:val="000000"/>
    </w:rPr>
  </w:style>
  <w:style w:type="character" w:customStyle="1" w:styleId="Prompt">
    <w:name w:val="Prompt"/>
    <w:uiPriority w:val="99"/>
    <w:rPr>
      <w:rFonts w:ascii="Courier New" w:hAnsi="Courier New"/>
      <w:b/>
      <w:color w:val="000000"/>
    </w:rPr>
  </w:style>
  <w:style w:type="character" w:customStyle="1" w:styleId="MapleOutput">
    <w:name w:val="Maple Output"/>
    <w:uiPriority w:val="99"/>
    <w:rPr>
      <w:color w:val="000000"/>
    </w:rPr>
  </w:style>
  <w:style w:type="character" w:customStyle="1" w:styleId="ListItem">
    <w:name w:val="List Item"/>
    <w:uiPriority w:val="99"/>
    <w:rPr>
      <w:color w:val="000000"/>
    </w:rPr>
  </w:style>
  <w:style w:type="character" w:customStyle="1" w:styleId="LinePrintedOutput">
    <w:name w:val="Line Printed Output"/>
    <w:uiPriority w:val="99"/>
    <w:rPr>
      <w:rFonts w:ascii="Courier New" w:hAnsi="Courier New"/>
      <w:color w:val="0000FF"/>
      <w:sz w:val="20"/>
    </w:rPr>
  </w:style>
  <w:style w:type="character" w:customStyle="1" w:styleId="HelpUnderlined">
    <w:name w:val="Help Underlined"/>
    <w:uiPriority w:val="99"/>
    <w:rPr>
      <w:color w:val="000000"/>
      <w:u w:val="single"/>
    </w:rPr>
  </w:style>
  <w:style w:type="character" w:customStyle="1" w:styleId="HelpUnderlinedItalic">
    <w:name w:val="Help Underlined Italic"/>
    <w:uiPriority w:val="99"/>
    <w:rPr>
      <w:i/>
      <w:color w:val="000000"/>
      <w:u w:val="single"/>
    </w:rPr>
  </w:style>
  <w:style w:type="character" w:customStyle="1" w:styleId="Warning">
    <w:name w:val="Warning"/>
    <w:uiPriority w:val="99"/>
    <w:rPr>
      <w:rFonts w:ascii="Courier New" w:hAnsi="Courier New"/>
      <w:color w:val="0000FF"/>
      <w:sz w:val="20"/>
    </w:rPr>
  </w:style>
  <w:style w:type="character" w:customStyle="1" w:styleId="2DMathBold">
    <w:name w:val="2D Math Bold"/>
    <w:uiPriority w:val="99"/>
    <w:rPr>
      <w:b/>
      <w:color w:val="000000"/>
    </w:rPr>
  </w:style>
  <w:style w:type="character" w:customStyle="1" w:styleId="2DMathItalic">
    <w:name w:val="2D Math Italic"/>
    <w:uiPriority w:val="99"/>
    <w:rPr>
      <w:i/>
      <w:color w:val="000000"/>
    </w:rPr>
  </w:style>
  <w:style w:type="character" w:customStyle="1" w:styleId="OrderedList2">
    <w:name w:val="Ordered List 2"/>
    <w:uiPriority w:val="99"/>
    <w:rPr>
      <w:color w:val="000000"/>
    </w:rPr>
  </w:style>
  <w:style w:type="paragraph" w:customStyle="1" w:styleId="Normal2561">
    <w:name w:val="Normal2561"/>
    <w:uiPriority w:val="99"/>
    <w:pPr>
      <w:widowControl w:val="0"/>
      <w:autoSpaceDE w:val="0"/>
      <w:autoSpaceDN w:val="0"/>
      <w:adjustRightInd w:val="0"/>
    </w:pPr>
    <w:rPr>
      <w:sz w:val="24"/>
      <w:szCs w:val="24"/>
    </w:rPr>
  </w:style>
  <w:style w:type="paragraph" w:customStyle="1" w:styleId="OrderedList51">
    <w:name w:val="Ordered List 51"/>
    <w:uiPriority w:val="99"/>
    <w:pPr>
      <w:widowControl w:val="0"/>
      <w:numPr>
        <w:numId w:val="1"/>
      </w:numPr>
      <w:tabs>
        <w:tab w:val="num" w:pos="360"/>
      </w:tabs>
      <w:autoSpaceDE w:val="0"/>
      <w:autoSpaceDN w:val="0"/>
      <w:adjustRightInd w:val="0"/>
      <w:spacing w:before="60" w:after="60"/>
      <w:ind w:left="3240"/>
    </w:pPr>
    <w:rPr>
      <w:sz w:val="24"/>
      <w:szCs w:val="24"/>
    </w:rPr>
  </w:style>
  <w:style w:type="paragraph" w:customStyle="1" w:styleId="TextOutput1">
    <w:name w:val="Text Output1"/>
    <w:uiPriority w:val="99"/>
    <w:pPr>
      <w:widowControl w:val="0"/>
      <w:autoSpaceDE w:val="0"/>
      <w:autoSpaceDN w:val="0"/>
      <w:adjustRightInd w:val="0"/>
    </w:pPr>
    <w:rPr>
      <w:sz w:val="24"/>
      <w:szCs w:val="24"/>
    </w:rPr>
  </w:style>
  <w:style w:type="paragraph" w:customStyle="1" w:styleId="OrderedList11">
    <w:name w:val="Ordered List 11"/>
    <w:uiPriority w:val="99"/>
    <w:pPr>
      <w:widowControl w:val="0"/>
      <w:numPr>
        <w:numId w:val="1"/>
      </w:numPr>
      <w:tabs>
        <w:tab w:val="num" w:pos="360"/>
      </w:tabs>
      <w:autoSpaceDE w:val="0"/>
      <w:autoSpaceDN w:val="0"/>
      <w:adjustRightInd w:val="0"/>
      <w:spacing w:before="60" w:after="60"/>
      <w:ind w:left="360"/>
    </w:pPr>
    <w:rPr>
      <w:sz w:val="24"/>
      <w:szCs w:val="24"/>
    </w:rPr>
  </w:style>
  <w:style w:type="paragraph" w:customStyle="1" w:styleId="LeftJustifiedMapleOutput1">
    <w:name w:val="Left Justified Maple Output1"/>
    <w:uiPriority w:val="99"/>
    <w:pPr>
      <w:widowControl w:val="0"/>
      <w:autoSpaceDE w:val="0"/>
      <w:autoSpaceDN w:val="0"/>
      <w:adjustRightInd w:val="0"/>
      <w:spacing w:line="360" w:lineRule="auto"/>
    </w:pPr>
    <w:rPr>
      <w:sz w:val="24"/>
      <w:szCs w:val="24"/>
    </w:rPr>
  </w:style>
  <w:style w:type="paragraph" w:customStyle="1" w:styleId="BulletItem1">
    <w:name w:val="Bullet Item1"/>
    <w:uiPriority w:val="99"/>
    <w:pPr>
      <w:widowControl w:val="0"/>
      <w:numPr>
        <w:numId w:val="1"/>
      </w:numPr>
      <w:tabs>
        <w:tab w:val="num" w:pos="360"/>
      </w:tabs>
      <w:autoSpaceDE w:val="0"/>
      <w:autoSpaceDN w:val="0"/>
      <w:adjustRightInd w:val="0"/>
      <w:spacing w:before="60" w:after="60"/>
      <w:ind w:left="360"/>
    </w:pPr>
    <w:rPr>
      <w:sz w:val="24"/>
      <w:szCs w:val="24"/>
    </w:rPr>
  </w:style>
  <w:style w:type="paragraph" w:customStyle="1" w:styleId="Help1">
    <w:name w:val="Help1"/>
    <w:uiPriority w:val="99"/>
    <w:pPr>
      <w:widowControl w:val="0"/>
      <w:autoSpaceDE w:val="0"/>
      <w:autoSpaceDN w:val="0"/>
      <w:adjustRightInd w:val="0"/>
    </w:pPr>
    <w:rPr>
      <w:sz w:val="24"/>
      <w:szCs w:val="24"/>
    </w:rPr>
  </w:style>
  <w:style w:type="paragraph" w:customStyle="1" w:styleId="Author1">
    <w:name w:val="Author1"/>
    <w:uiPriority w:val="99"/>
    <w:pPr>
      <w:widowControl w:val="0"/>
      <w:autoSpaceDE w:val="0"/>
      <w:autoSpaceDN w:val="0"/>
      <w:adjustRightInd w:val="0"/>
      <w:spacing w:before="160" w:after="160"/>
      <w:jc w:val="center"/>
    </w:pPr>
    <w:rPr>
      <w:sz w:val="24"/>
      <w:szCs w:val="24"/>
    </w:rPr>
  </w:style>
  <w:style w:type="paragraph" w:customStyle="1" w:styleId="Diagnostic1">
    <w:name w:val="Diagnostic1"/>
    <w:uiPriority w:val="99"/>
    <w:pPr>
      <w:widowControl w:val="0"/>
      <w:autoSpaceDE w:val="0"/>
      <w:autoSpaceDN w:val="0"/>
      <w:adjustRightInd w:val="0"/>
    </w:pPr>
    <w:rPr>
      <w:sz w:val="24"/>
      <w:szCs w:val="24"/>
    </w:rPr>
  </w:style>
  <w:style w:type="paragraph" w:customStyle="1" w:styleId="OrderedList31">
    <w:name w:val="Ordered List 31"/>
    <w:uiPriority w:val="99"/>
    <w:pPr>
      <w:widowControl w:val="0"/>
      <w:numPr>
        <w:numId w:val="1"/>
      </w:numPr>
      <w:tabs>
        <w:tab w:val="num" w:pos="360"/>
      </w:tabs>
      <w:autoSpaceDE w:val="0"/>
      <w:autoSpaceDN w:val="0"/>
      <w:adjustRightInd w:val="0"/>
      <w:spacing w:before="60" w:after="60"/>
      <w:ind w:left="1800"/>
    </w:pPr>
    <w:rPr>
      <w:sz w:val="24"/>
      <w:szCs w:val="24"/>
    </w:rPr>
  </w:style>
  <w:style w:type="paragraph" w:customStyle="1" w:styleId="MaplePlot1">
    <w:name w:val="Maple Plot1"/>
    <w:uiPriority w:val="99"/>
    <w:pPr>
      <w:widowControl w:val="0"/>
      <w:autoSpaceDE w:val="0"/>
      <w:autoSpaceDN w:val="0"/>
      <w:adjustRightInd w:val="0"/>
      <w:jc w:val="center"/>
    </w:pPr>
    <w:rPr>
      <w:sz w:val="24"/>
      <w:szCs w:val="24"/>
    </w:rPr>
  </w:style>
  <w:style w:type="paragraph" w:customStyle="1" w:styleId="AnnotationTitle1">
    <w:name w:val="Annotation Title1"/>
    <w:uiPriority w:val="99"/>
    <w:pPr>
      <w:widowControl w:val="0"/>
      <w:autoSpaceDE w:val="0"/>
      <w:autoSpaceDN w:val="0"/>
      <w:adjustRightInd w:val="0"/>
      <w:spacing w:before="240" w:after="240"/>
      <w:jc w:val="center"/>
    </w:pPr>
    <w:rPr>
      <w:sz w:val="24"/>
      <w:szCs w:val="24"/>
    </w:rPr>
  </w:style>
  <w:style w:type="paragraph" w:customStyle="1" w:styleId="DashItem1">
    <w:name w:val="Dash Item1"/>
    <w:uiPriority w:val="99"/>
    <w:pPr>
      <w:widowControl w:val="0"/>
      <w:numPr>
        <w:numId w:val="2"/>
      </w:numPr>
      <w:tabs>
        <w:tab w:val="num" w:pos="360"/>
      </w:tabs>
      <w:autoSpaceDE w:val="0"/>
      <w:autoSpaceDN w:val="0"/>
      <w:adjustRightInd w:val="0"/>
      <w:spacing w:before="60" w:after="60"/>
      <w:ind w:left="360"/>
    </w:pPr>
    <w:rPr>
      <w:sz w:val="24"/>
      <w:szCs w:val="24"/>
    </w:rPr>
  </w:style>
  <w:style w:type="paragraph" w:customStyle="1" w:styleId="OrderedList41">
    <w:name w:val="Ordered List 41"/>
    <w:uiPriority w:val="99"/>
    <w:pPr>
      <w:widowControl w:val="0"/>
      <w:numPr>
        <w:numId w:val="1"/>
      </w:numPr>
      <w:tabs>
        <w:tab w:val="num" w:pos="360"/>
      </w:tabs>
      <w:autoSpaceDE w:val="0"/>
      <w:autoSpaceDN w:val="0"/>
      <w:adjustRightInd w:val="0"/>
      <w:spacing w:before="60" w:after="60"/>
      <w:ind w:left="2520"/>
    </w:pPr>
    <w:rPr>
      <w:sz w:val="24"/>
      <w:szCs w:val="24"/>
    </w:rPr>
  </w:style>
  <w:style w:type="paragraph" w:customStyle="1" w:styleId="MapleOutput1">
    <w:name w:val="Maple Output1"/>
    <w:uiPriority w:val="99"/>
    <w:pPr>
      <w:widowControl w:val="0"/>
      <w:autoSpaceDE w:val="0"/>
      <w:autoSpaceDN w:val="0"/>
      <w:adjustRightInd w:val="0"/>
      <w:spacing w:line="360" w:lineRule="auto"/>
      <w:jc w:val="center"/>
    </w:pPr>
    <w:rPr>
      <w:sz w:val="24"/>
      <w:szCs w:val="24"/>
    </w:rPr>
  </w:style>
  <w:style w:type="paragraph" w:customStyle="1" w:styleId="ListItem1">
    <w:name w:val="List Item1"/>
    <w:uiPriority w:val="99"/>
    <w:pPr>
      <w:widowControl w:val="0"/>
      <w:autoSpaceDE w:val="0"/>
      <w:autoSpaceDN w:val="0"/>
      <w:adjustRightInd w:val="0"/>
      <w:spacing w:before="60" w:after="60"/>
    </w:pPr>
    <w:rPr>
      <w:sz w:val="24"/>
      <w:szCs w:val="24"/>
    </w:rPr>
  </w:style>
  <w:style w:type="paragraph" w:customStyle="1" w:styleId="LinePrintedOutput1">
    <w:name w:val="Line Printed Output1"/>
    <w:uiPriority w:val="99"/>
    <w:pPr>
      <w:widowControl w:val="0"/>
      <w:autoSpaceDE w:val="0"/>
      <w:autoSpaceDN w:val="0"/>
      <w:adjustRightInd w:val="0"/>
    </w:pPr>
    <w:rPr>
      <w:sz w:val="24"/>
      <w:szCs w:val="24"/>
    </w:rPr>
  </w:style>
  <w:style w:type="paragraph" w:customStyle="1" w:styleId="FixedWidth1">
    <w:name w:val="Fixed Width1"/>
    <w:uiPriority w:val="99"/>
    <w:pPr>
      <w:widowControl w:val="0"/>
      <w:autoSpaceDE w:val="0"/>
      <w:autoSpaceDN w:val="0"/>
      <w:adjustRightInd w:val="0"/>
      <w:jc w:val="center"/>
    </w:pPr>
    <w:rPr>
      <w:sz w:val="24"/>
      <w:szCs w:val="24"/>
    </w:rPr>
  </w:style>
  <w:style w:type="paragraph" w:customStyle="1" w:styleId="Warning1">
    <w:name w:val="Warning1"/>
    <w:uiPriority w:val="99"/>
    <w:pPr>
      <w:widowControl w:val="0"/>
      <w:autoSpaceDE w:val="0"/>
      <w:autoSpaceDN w:val="0"/>
      <w:adjustRightInd w:val="0"/>
    </w:pPr>
    <w:rPr>
      <w:sz w:val="24"/>
      <w:szCs w:val="24"/>
    </w:rPr>
  </w:style>
  <w:style w:type="paragraph" w:customStyle="1" w:styleId="Error1">
    <w:name w:val="Error1"/>
    <w:uiPriority w:val="99"/>
    <w:pPr>
      <w:widowControl w:val="0"/>
      <w:autoSpaceDE w:val="0"/>
      <w:autoSpaceDN w:val="0"/>
      <w:adjustRightInd w:val="0"/>
    </w:pPr>
    <w:rPr>
      <w:sz w:val="24"/>
      <w:szCs w:val="24"/>
    </w:rPr>
  </w:style>
  <w:style w:type="paragraph" w:customStyle="1" w:styleId="OrderedList21">
    <w:name w:val="Ordered List 21"/>
    <w:uiPriority w:val="99"/>
    <w:pPr>
      <w:widowControl w:val="0"/>
      <w:numPr>
        <w:numId w:val="1"/>
      </w:numPr>
      <w:tabs>
        <w:tab w:val="num" w:pos="360"/>
      </w:tabs>
      <w:autoSpaceDE w:val="0"/>
      <w:autoSpaceDN w:val="0"/>
      <w:adjustRightInd w:val="0"/>
      <w:spacing w:before="60" w:after="60"/>
      <w:ind w:left="108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png"/><Relationship Id="rId40"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329</Words>
  <Characters>1879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Example3.7a rev 1.mw</dc:title>
  <dc:subject/>
  <dc:creator/>
  <cp:keywords/>
  <dc:description/>
  <cp:lastModifiedBy>knotts</cp:lastModifiedBy>
  <cp:revision>4</cp:revision>
  <dcterms:created xsi:type="dcterms:W3CDTF">2008-06-17T17:47:00Z</dcterms:created>
  <dcterms:modified xsi:type="dcterms:W3CDTF">2008-06-17T18:00:00Z</dcterms:modified>
</cp:coreProperties>
</file>